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E2" w:rsidRDefault="006F19E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江苏索普新材料科技有限公司</w:t>
      </w:r>
    </w:p>
    <w:p w:rsidR="006F19E2" w:rsidRDefault="006F19E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固定式氯气气体探测器季度维保招标文件</w:t>
      </w:r>
    </w:p>
    <w:p w:rsidR="006F19E2" w:rsidRDefault="006F19E2">
      <w:pPr>
        <w:jc w:val="center"/>
        <w:rPr>
          <w:rFonts w:ascii="黑体" w:eastAsia="黑体" w:hAnsi="黑体"/>
          <w:sz w:val="44"/>
          <w:szCs w:val="44"/>
        </w:rPr>
      </w:pPr>
    </w:p>
    <w:p w:rsidR="006F19E2" w:rsidRDefault="006F19E2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固定式氯气气体探测器季度维保招标要求：</w:t>
      </w:r>
    </w:p>
    <w:p w:rsidR="006F19E2" w:rsidRDefault="006F19E2" w:rsidP="00955EDA">
      <w:pPr>
        <w:numPr>
          <w:ilvl w:val="0"/>
          <w:numId w:val="1"/>
        </w:numPr>
        <w:spacing w:line="560" w:lineRule="exact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全厂</w:t>
      </w:r>
      <w:r>
        <w:rPr>
          <w:rFonts w:ascii="仿宋" w:eastAsia="仿宋" w:hAnsi="仿宋"/>
          <w:sz w:val="32"/>
          <w:szCs w:val="32"/>
        </w:rPr>
        <w:t>113</w:t>
      </w:r>
      <w:r>
        <w:rPr>
          <w:rFonts w:ascii="仿宋" w:eastAsia="仿宋" w:hAnsi="仿宋" w:hint="eastAsia"/>
          <w:sz w:val="32"/>
          <w:szCs w:val="32"/>
        </w:rPr>
        <w:t>台固定式氯气气体探测仪进行季度维保（详见检测清单）。</w:t>
      </w:r>
    </w:p>
    <w:p w:rsidR="006F19E2" w:rsidRDefault="006F19E2" w:rsidP="00955EDA">
      <w:pPr>
        <w:numPr>
          <w:ilvl w:val="0"/>
          <w:numId w:val="1"/>
        </w:numPr>
        <w:spacing w:line="560" w:lineRule="exact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维保内容：每季度对报警仪的控制和报警单元进行检查，确保其灯光、报警和电路正常运行；每季度检测出具企业校准报告；维保方提供现场气体检测仪表检测所需的标准气体。</w:t>
      </w:r>
      <w:bookmarkStart w:id="0" w:name="_GoBack"/>
      <w:bookmarkEnd w:id="0"/>
    </w:p>
    <w:p w:rsidR="006F19E2" w:rsidRDefault="006F19E2" w:rsidP="00955EDA">
      <w:pPr>
        <w:numPr>
          <w:ilvl w:val="0"/>
          <w:numId w:val="1"/>
        </w:numPr>
        <w:spacing w:line="560" w:lineRule="exact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维保期限为合同签订后一年。</w:t>
      </w:r>
    </w:p>
    <w:p w:rsidR="006F19E2" w:rsidRDefault="006F19E2">
      <w:pPr>
        <w:rPr>
          <w:rFonts w:ascii="仿宋" w:eastAsia="仿宋" w:hAnsi="仿宋"/>
          <w:sz w:val="32"/>
          <w:szCs w:val="32"/>
        </w:rPr>
      </w:pPr>
    </w:p>
    <w:p w:rsidR="006F19E2" w:rsidRDefault="006F19E2">
      <w:pPr>
        <w:rPr>
          <w:rFonts w:ascii="仿宋" w:eastAsia="仿宋" w:hAnsi="仿宋"/>
          <w:sz w:val="32"/>
          <w:szCs w:val="32"/>
        </w:rPr>
      </w:pPr>
    </w:p>
    <w:p w:rsidR="006F19E2" w:rsidRDefault="006F19E2">
      <w:pPr>
        <w:rPr>
          <w:rFonts w:ascii="仿宋" w:eastAsia="仿宋" w:hAnsi="仿宋"/>
          <w:sz w:val="32"/>
          <w:szCs w:val="32"/>
        </w:rPr>
      </w:pPr>
    </w:p>
    <w:p w:rsidR="006F19E2" w:rsidRDefault="006F19E2">
      <w:pPr>
        <w:rPr>
          <w:rFonts w:ascii="仿宋" w:eastAsia="仿宋" w:hAnsi="仿宋"/>
          <w:sz w:val="32"/>
          <w:szCs w:val="32"/>
        </w:rPr>
      </w:pPr>
    </w:p>
    <w:p w:rsidR="006F19E2" w:rsidRDefault="006F19E2">
      <w:pPr>
        <w:rPr>
          <w:rFonts w:ascii="仿宋" w:eastAsia="仿宋" w:hAnsi="仿宋"/>
          <w:sz w:val="32"/>
          <w:szCs w:val="32"/>
        </w:rPr>
      </w:pPr>
    </w:p>
    <w:p w:rsidR="006F19E2" w:rsidRDefault="006F19E2">
      <w:pPr>
        <w:rPr>
          <w:rFonts w:ascii="仿宋" w:eastAsia="仿宋" w:hAnsi="仿宋"/>
          <w:sz w:val="32"/>
          <w:szCs w:val="32"/>
        </w:rPr>
      </w:pPr>
    </w:p>
    <w:p w:rsidR="006F19E2" w:rsidRDefault="006F19E2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                </w:t>
      </w:r>
      <w:r>
        <w:rPr>
          <w:rFonts w:ascii="仿宋" w:eastAsia="仿宋" w:hAnsi="仿宋" w:hint="eastAsia"/>
          <w:sz w:val="32"/>
          <w:szCs w:val="32"/>
        </w:rPr>
        <w:t>电仪保障部</w:t>
      </w:r>
    </w:p>
    <w:p w:rsidR="006F19E2" w:rsidRDefault="006F19E2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6F19E2" w:rsidRDefault="006F19E2">
      <w:pPr>
        <w:rPr>
          <w:rFonts w:ascii="仿宋" w:eastAsia="仿宋" w:hAnsi="仿宋"/>
          <w:sz w:val="32"/>
          <w:szCs w:val="32"/>
        </w:rPr>
      </w:pPr>
    </w:p>
    <w:p w:rsidR="006F19E2" w:rsidRDefault="006F19E2"/>
    <w:p w:rsidR="006F19E2" w:rsidRDefault="006F19E2"/>
    <w:p w:rsidR="006F19E2" w:rsidRDefault="006F19E2">
      <w:pPr>
        <w:rPr>
          <w:rFonts w:ascii="仿宋" w:eastAsia="仿宋" w:hAnsi="仿宋"/>
          <w:sz w:val="32"/>
          <w:szCs w:val="32"/>
        </w:rPr>
      </w:pPr>
    </w:p>
    <w:sectPr w:rsidR="006F19E2" w:rsidSect="007A5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B82D8"/>
    <w:multiLevelType w:val="singleLevel"/>
    <w:tmpl w:val="594B82D8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TBiNjI2MTVmNzg2M2I0MjUzMDU5ODkxZjdmNjAwNjgifQ=="/>
  </w:docVars>
  <w:rsids>
    <w:rsidRoot w:val="00512598"/>
    <w:rsid w:val="0003673D"/>
    <w:rsid w:val="000841E6"/>
    <w:rsid w:val="00086FA9"/>
    <w:rsid w:val="00095615"/>
    <w:rsid w:val="00097C0A"/>
    <w:rsid w:val="000E5777"/>
    <w:rsid w:val="001018E9"/>
    <w:rsid w:val="00101E06"/>
    <w:rsid w:val="0011214A"/>
    <w:rsid w:val="00137D22"/>
    <w:rsid w:val="00151B15"/>
    <w:rsid w:val="00181EC6"/>
    <w:rsid w:val="001B0549"/>
    <w:rsid w:val="00210558"/>
    <w:rsid w:val="0025170F"/>
    <w:rsid w:val="00260571"/>
    <w:rsid w:val="0027415B"/>
    <w:rsid w:val="00280ACE"/>
    <w:rsid w:val="002E50A9"/>
    <w:rsid w:val="002F57AB"/>
    <w:rsid w:val="002F57F6"/>
    <w:rsid w:val="00303B3C"/>
    <w:rsid w:val="0033642F"/>
    <w:rsid w:val="003F0EBD"/>
    <w:rsid w:val="00420D45"/>
    <w:rsid w:val="00466C6A"/>
    <w:rsid w:val="00477D43"/>
    <w:rsid w:val="00511927"/>
    <w:rsid w:val="00512598"/>
    <w:rsid w:val="00537151"/>
    <w:rsid w:val="00573F1A"/>
    <w:rsid w:val="005B3135"/>
    <w:rsid w:val="005F311C"/>
    <w:rsid w:val="0067438E"/>
    <w:rsid w:val="006B102F"/>
    <w:rsid w:val="006D6A65"/>
    <w:rsid w:val="006F19E2"/>
    <w:rsid w:val="00702371"/>
    <w:rsid w:val="00750947"/>
    <w:rsid w:val="00752BA5"/>
    <w:rsid w:val="00764B93"/>
    <w:rsid w:val="007A512F"/>
    <w:rsid w:val="008B57A7"/>
    <w:rsid w:val="0090194A"/>
    <w:rsid w:val="00955EDA"/>
    <w:rsid w:val="0096742F"/>
    <w:rsid w:val="00977A52"/>
    <w:rsid w:val="009D2D22"/>
    <w:rsid w:val="009E7F9E"/>
    <w:rsid w:val="009F2F36"/>
    <w:rsid w:val="00AA0809"/>
    <w:rsid w:val="00AA7A61"/>
    <w:rsid w:val="00AC400E"/>
    <w:rsid w:val="00AE28E5"/>
    <w:rsid w:val="00B20CBB"/>
    <w:rsid w:val="00B22749"/>
    <w:rsid w:val="00C04905"/>
    <w:rsid w:val="00C376E1"/>
    <w:rsid w:val="00C51719"/>
    <w:rsid w:val="00C67D22"/>
    <w:rsid w:val="00D3425D"/>
    <w:rsid w:val="00D40AF4"/>
    <w:rsid w:val="00DC6351"/>
    <w:rsid w:val="00DD7C91"/>
    <w:rsid w:val="00F54A82"/>
    <w:rsid w:val="00F75060"/>
    <w:rsid w:val="00F81408"/>
    <w:rsid w:val="00F86E3C"/>
    <w:rsid w:val="00F950BE"/>
    <w:rsid w:val="03A26EFC"/>
    <w:rsid w:val="0EFC2350"/>
    <w:rsid w:val="15AF54A9"/>
    <w:rsid w:val="19B44D0B"/>
    <w:rsid w:val="2856498B"/>
    <w:rsid w:val="323C0192"/>
    <w:rsid w:val="37DE5A4E"/>
    <w:rsid w:val="387B550E"/>
    <w:rsid w:val="3A556441"/>
    <w:rsid w:val="40CF6945"/>
    <w:rsid w:val="461D1712"/>
    <w:rsid w:val="4EDE3503"/>
    <w:rsid w:val="51E43809"/>
    <w:rsid w:val="601E72A3"/>
    <w:rsid w:val="694113DD"/>
    <w:rsid w:val="76D8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12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7A512F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7A51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5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A512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A5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A512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36</Words>
  <Characters>207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15</cp:revision>
  <cp:lastPrinted>2023-04-12T05:54:00Z</cp:lastPrinted>
  <dcterms:created xsi:type="dcterms:W3CDTF">2022-01-11T03:00:00Z</dcterms:created>
  <dcterms:modified xsi:type="dcterms:W3CDTF">2023-05-10T08:58:00Z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C27AACF709754490ADF400EAC9FEE3EF_13</vt:lpwstr>
  </property>
</Properties>
</file>